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92"/>
        <w:gridCol w:w="1498"/>
        <w:gridCol w:w="1336"/>
        <w:gridCol w:w="3914"/>
      </w:tblGrid>
      <w:tr w:rsidR="00BD6A6B" w:rsidTr="00894C8F">
        <w:trPr>
          <w:trHeight w:val="819"/>
          <w:jc w:val="center"/>
        </w:trPr>
        <w:tc>
          <w:tcPr>
            <w:tcW w:w="9240" w:type="dxa"/>
            <w:gridSpan w:val="4"/>
            <w:vAlign w:val="center"/>
          </w:tcPr>
          <w:p w:rsidR="00BD6A6B" w:rsidRDefault="00BD6A6B" w:rsidP="00894C8F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</w:rPr>
              <w:t>2018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</w:rPr>
              <w:t>年部门整体支出绩效申报表</w:t>
            </w:r>
          </w:p>
        </w:tc>
      </w:tr>
      <w:tr w:rsidR="00BD6A6B" w:rsidTr="00C63A11">
        <w:trPr>
          <w:trHeight w:val="521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A6B" w:rsidRDefault="00BD6A6B" w:rsidP="00894C8F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部门名称</w:t>
            </w:r>
          </w:p>
        </w:tc>
        <w:tc>
          <w:tcPr>
            <w:tcW w:w="6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B" w:rsidRDefault="00BD6A6B" w:rsidP="00894C8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芦淞区红十字会</w:t>
            </w:r>
          </w:p>
        </w:tc>
      </w:tr>
      <w:tr w:rsidR="00BD6A6B" w:rsidTr="00894C8F">
        <w:trPr>
          <w:trHeight w:val="840"/>
          <w:jc w:val="center"/>
        </w:trPr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A6B" w:rsidRDefault="00BD6A6B" w:rsidP="00894C8F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2018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年预算申请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BD6A6B">
            <w:pPr>
              <w:widowControl/>
              <w:ind w:firstLineChars="100" w:firstLine="3168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资金总额：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894C8F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sz w:val="24"/>
                <w:szCs w:val="24"/>
              </w:rPr>
              <w:t>50.83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BD6A6B" w:rsidTr="00894C8F">
        <w:trPr>
          <w:trHeight w:val="825"/>
          <w:jc w:val="center"/>
        </w:trPr>
        <w:tc>
          <w:tcPr>
            <w:tcW w:w="2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A6B" w:rsidRDefault="00BD6A6B" w:rsidP="00894C8F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4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6A6B" w:rsidRDefault="00BD6A6B" w:rsidP="00BD6A6B">
            <w:pPr>
              <w:widowControl/>
              <w:ind w:firstLineChars="100" w:firstLine="3168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按支出性质分：</w:t>
            </w:r>
          </w:p>
        </w:tc>
      </w:tr>
      <w:tr w:rsidR="00BD6A6B" w:rsidTr="00C63A11">
        <w:trPr>
          <w:trHeight w:val="553"/>
          <w:jc w:val="center"/>
        </w:trPr>
        <w:tc>
          <w:tcPr>
            <w:tcW w:w="2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A6B" w:rsidRDefault="00BD6A6B" w:rsidP="00894C8F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BD6A6B">
            <w:pPr>
              <w:widowControl/>
              <w:ind w:firstLineChars="100" w:firstLine="3168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其中：基本支出：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44.83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BD6A6B" w:rsidTr="00C63A11">
        <w:trPr>
          <w:trHeight w:val="587"/>
          <w:jc w:val="center"/>
        </w:trPr>
        <w:tc>
          <w:tcPr>
            <w:tcW w:w="2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6A6B" w:rsidRDefault="00BD6A6B" w:rsidP="00894C8F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894C8F"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项目支出：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6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BD6A6B" w:rsidTr="00C63A11">
        <w:trPr>
          <w:trHeight w:val="581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BD6A6B">
            <w:pPr>
              <w:widowControl/>
              <w:ind w:firstLineChars="175" w:firstLine="31680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部门职能</w:t>
            </w:r>
          </w:p>
          <w:p w:rsidR="00BD6A6B" w:rsidRDefault="00BD6A6B" w:rsidP="00BD6A6B">
            <w:pPr>
              <w:widowControl/>
              <w:ind w:firstLineChars="175" w:firstLine="31680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职责描述</w:t>
            </w:r>
          </w:p>
        </w:tc>
        <w:tc>
          <w:tcPr>
            <w:tcW w:w="6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894C8F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略</w:t>
            </w:r>
          </w:p>
        </w:tc>
      </w:tr>
      <w:tr w:rsidR="00BD6A6B" w:rsidTr="00894C8F">
        <w:trPr>
          <w:trHeight w:val="1275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BD6A6B">
            <w:pPr>
              <w:widowControl/>
              <w:ind w:firstLineChars="175" w:firstLine="31680"/>
              <w:textAlignment w:val="center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整体绩效目标</w:t>
            </w:r>
          </w:p>
        </w:tc>
        <w:tc>
          <w:tcPr>
            <w:tcW w:w="67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894C8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在今年收支预算内，确保完成以下整体目标：</w:t>
            </w:r>
          </w:p>
          <w:p w:rsidR="00BD6A6B" w:rsidRDefault="00BD6A6B" w:rsidP="00BD6A6B">
            <w:pPr>
              <w:ind w:left="31680" w:hangingChars="400" w:firstLine="3168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：在辖区范围内对特困群众进行排查，摸底，对特殊人群进行慰问、帮助。</w:t>
            </w:r>
          </w:p>
          <w:p w:rsidR="00BD6A6B" w:rsidRPr="00C32B36" w:rsidRDefault="00BD6A6B" w:rsidP="00BD6A6B">
            <w:pPr>
              <w:ind w:left="31680" w:hangingChars="400" w:firstLine="3168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：在辖区范围内进行应急救护培训，让人民群众了解、掌握更多的应急知识，全年准备社区培训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场、学校培训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场。组织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所学校进行消防演练。</w:t>
            </w:r>
          </w:p>
          <w:p w:rsidR="00BD6A6B" w:rsidRDefault="00BD6A6B" w:rsidP="00BD6A6B">
            <w:pPr>
              <w:ind w:left="31680" w:hangingChars="400" w:firstLine="3168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：每年积极开展宣传活动，发放应急手册及各种宣传手册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5000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册。</w:t>
            </w:r>
          </w:p>
          <w:p w:rsidR="00BD6A6B" w:rsidRDefault="00BD6A6B" w:rsidP="00BD6A6B">
            <w:pPr>
              <w:ind w:left="31680" w:hangingChars="350" w:firstLine="31680"/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目标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：按时足额发放干部职工工资、津贴、缴纳政策性社会保障资金</w:t>
            </w:r>
          </w:p>
        </w:tc>
      </w:tr>
      <w:tr w:rsidR="00BD6A6B" w:rsidTr="00894C8F">
        <w:trPr>
          <w:trHeight w:val="1445"/>
          <w:jc w:val="center"/>
        </w:trPr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B" w:rsidRDefault="00BD6A6B" w:rsidP="00BD6A6B">
            <w:pPr>
              <w:widowControl/>
              <w:ind w:leftChars="195" w:left="31680" w:firstLine="10"/>
              <w:jc w:val="left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部门整体支出</w:t>
            </w:r>
          </w:p>
          <w:p w:rsidR="00BD6A6B" w:rsidRDefault="00BD6A6B" w:rsidP="00BD6A6B">
            <w:pPr>
              <w:widowControl/>
              <w:ind w:leftChars="195" w:left="31680" w:firstLine="1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年度绩效指标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D6A6B" w:rsidRDefault="00BD6A6B" w:rsidP="00BD6A6B">
            <w:pPr>
              <w:widowControl/>
              <w:ind w:firstLineChars="100" w:firstLine="3168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894C8F">
            <w:pPr>
              <w:numPr>
                <w:ilvl w:val="0"/>
                <w:numId w:val="1"/>
              </w:num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救护培训五进，达到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70%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。</w:t>
            </w:r>
          </w:p>
          <w:p w:rsidR="00BD6A6B" w:rsidRDefault="00BD6A6B" w:rsidP="00894C8F">
            <w:pPr>
              <w:numPr>
                <w:ilvl w:val="0"/>
                <w:numId w:val="1"/>
              </w:num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宣传活动达到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100%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。</w:t>
            </w:r>
          </w:p>
          <w:p w:rsidR="00BD6A6B" w:rsidRDefault="00BD6A6B" w:rsidP="00894C8F">
            <w:pPr>
              <w:numPr>
                <w:ilvl w:val="0"/>
                <w:numId w:val="1"/>
              </w:num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对于救助，按实际情况进行实施。</w:t>
            </w:r>
          </w:p>
        </w:tc>
      </w:tr>
      <w:tr w:rsidR="00BD6A6B" w:rsidTr="00894C8F">
        <w:trPr>
          <w:trHeight w:val="1475"/>
          <w:jc w:val="center"/>
        </w:trPr>
        <w:tc>
          <w:tcPr>
            <w:tcW w:w="2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B" w:rsidRDefault="00BD6A6B" w:rsidP="00894C8F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D6A6B" w:rsidRDefault="00BD6A6B" w:rsidP="00BD6A6B">
            <w:pPr>
              <w:widowControl/>
              <w:ind w:firstLineChars="100" w:firstLine="31680"/>
              <w:jc w:val="left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5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894C8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社会效益指标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：救培训五进，能够完成，让人民群众了解和掌握应急知识。</w:t>
            </w:r>
          </w:p>
          <w:p w:rsidR="00BD6A6B" w:rsidRDefault="00BD6A6B" w:rsidP="00894C8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：人民群众满意率</w:t>
            </w:r>
            <w:r>
              <w:rPr>
                <w:rFonts w:ascii="宋体" w:cs="Times New Roman"/>
                <w:color w:val="000000"/>
                <w:sz w:val="24"/>
                <w:szCs w:val="24"/>
              </w:rPr>
              <w:t>95%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以上。</w:t>
            </w:r>
          </w:p>
          <w:p w:rsidR="00BD6A6B" w:rsidRDefault="00BD6A6B" w:rsidP="00894C8F">
            <w:pPr>
              <w:jc w:val="left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宋体" w:cs="Times New Roman" w:hint="eastAsia"/>
                <w:color w:val="000000"/>
                <w:sz w:val="24"/>
                <w:szCs w:val="24"/>
              </w:rPr>
              <w:t>：通过各种活动让人民群众更加了解红十字会。</w:t>
            </w:r>
          </w:p>
        </w:tc>
      </w:tr>
      <w:tr w:rsidR="00BD6A6B" w:rsidTr="00C63A11">
        <w:trPr>
          <w:trHeight w:val="769"/>
          <w:jc w:val="center"/>
        </w:trPr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B" w:rsidRDefault="00BD6A6B" w:rsidP="00894C8F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财政部门审核意见</w:t>
            </w:r>
          </w:p>
        </w:tc>
        <w:tc>
          <w:tcPr>
            <w:tcW w:w="6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D6A6B" w:rsidRDefault="00BD6A6B" w:rsidP="00894C8F">
            <w:pPr>
              <w:widowControl/>
              <w:jc w:val="right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BD6A6B" w:rsidRDefault="00BD6A6B" w:rsidP="00894C8F">
            <w:pPr>
              <w:widowControl/>
              <w:jc w:val="right"/>
              <w:textAlignment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 w:rsidR="00BD6A6B" w:rsidRDefault="00BD6A6B" w:rsidP="00BD6A6B">
            <w:pPr>
              <w:widowControl/>
              <w:ind w:right="480" w:firstLineChars="1700" w:firstLine="31680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盖章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)       </w:t>
            </w:r>
          </w:p>
        </w:tc>
      </w:tr>
      <w:tr w:rsidR="00BD6A6B" w:rsidTr="00C63A11">
        <w:trPr>
          <w:trHeight w:val="883"/>
          <w:jc w:val="center"/>
        </w:trPr>
        <w:tc>
          <w:tcPr>
            <w:tcW w:w="2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B" w:rsidRDefault="00BD6A6B" w:rsidP="00894C8F"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A6B" w:rsidRDefault="00BD6A6B" w:rsidP="00894C8F">
            <w:pPr>
              <w:widowControl/>
              <w:ind w:right="480"/>
              <w:jc w:val="center"/>
              <w:textAlignment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</w:p>
        </w:tc>
      </w:tr>
      <w:tr w:rsidR="00BD6A6B" w:rsidTr="00AD0B39">
        <w:trPr>
          <w:trHeight w:val="555"/>
          <w:jc w:val="center"/>
        </w:trPr>
        <w:tc>
          <w:tcPr>
            <w:tcW w:w="2492" w:type="dxa"/>
            <w:vAlign w:val="bottom"/>
          </w:tcPr>
          <w:p w:rsidR="00BD6A6B" w:rsidRDefault="00BD6A6B" w:rsidP="00894C8F">
            <w:pPr>
              <w:widowControl/>
              <w:jc w:val="left"/>
              <w:textAlignment w:val="bottom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填报人：罗海燕</w:t>
            </w:r>
          </w:p>
        </w:tc>
        <w:tc>
          <w:tcPr>
            <w:tcW w:w="2834" w:type="dxa"/>
            <w:gridSpan w:val="2"/>
            <w:vAlign w:val="bottom"/>
          </w:tcPr>
          <w:p w:rsidR="00BD6A6B" w:rsidRDefault="00BD6A6B" w:rsidP="00894C8F">
            <w:pPr>
              <w:widowControl/>
              <w:jc w:val="left"/>
              <w:textAlignment w:val="bottom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联系电话：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28580939</w:t>
            </w:r>
          </w:p>
        </w:tc>
        <w:tc>
          <w:tcPr>
            <w:tcW w:w="3914" w:type="dxa"/>
            <w:vAlign w:val="bottom"/>
          </w:tcPr>
          <w:p w:rsidR="00BD6A6B" w:rsidRDefault="00BD6A6B" w:rsidP="00894C8F">
            <w:pPr>
              <w:widowControl/>
              <w:jc w:val="left"/>
              <w:textAlignment w:val="bottom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填报日期：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29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BD6A6B" w:rsidRDefault="00BD6A6B" w:rsidP="00B616C4">
      <w:bookmarkStart w:id="0" w:name="_GoBack"/>
      <w:bookmarkEnd w:id="0"/>
    </w:p>
    <w:sectPr w:rsidR="00BD6A6B" w:rsidSect="00B02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AC2BA"/>
    <w:multiLevelType w:val="singleLevel"/>
    <w:tmpl w:val="59FAC2BA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C8734C1"/>
    <w:rsid w:val="000A1190"/>
    <w:rsid w:val="00150732"/>
    <w:rsid w:val="002917C9"/>
    <w:rsid w:val="00377509"/>
    <w:rsid w:val="003A5067"/>
    <w:rsid w:val="004B1949"/>
    <w:rsid w:val="0056501E"/>
    <w:rsid w:val="00666FCD"/>
    <w:rsid w:val="00783B40"/>
    <w:rsid w:val="00894C8F"/>
    <w:rsid w:val="008C02EF"/>
    <w:rsid w:val="009A141C"/>
    <w:rsid w:val="009E3179"/>
    <w:rsid w:val="009F1E2F"/>
    <w:rsid w:val="00A9610D"/>
    <w:rsid w:val="00AD0B39"/>
    <w:rsid w:val="00AD5378"/>
    <w:rsid w:val="00B027D0"/>
    <w:rsid w:val="00B26272"/>
    <w:rsid w:val="00B558DB"/>
    <w:rsid w:val="00B616C4"/>
    <w:rsid w:val="00BD6A6B"/>
    <w:rsid w:val="00C02518"/>
    <w:rsid w:val="00C32B36"/>
    <w:rsid w:val="00C63A11"/>
    <w:rsid w:val="00D0265F"/>
    <w:rsid w:val="00D305A8"/>
    <w:rsid w:val="00DF7EFD"/>
    <w:rsid w:val="00FA09BC"/>
    <w:rsid w:val="6E9E1E22"/>
    <w:rsid w:val="7C87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D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92</Words>
  <Characters>525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2018年部门整体支出绩效申报表（范本1）</dc:title>
  <dc:subject/>
  <dc:creator>恋KISS</dc:creator>
  <cp:keywords/>
  <dc:description/>
  <cp:lastModifiedBy>lenovo</cp:lastModifiedBy>
  <cp:revision>16</cp:revision>
  <cp:lastPrinted>2017-12-07T02:19:00Z</cp:lastPrinted>
  <dcterms:created xsi:type="dcterms:W3CDTF">2017-11-29T01:20:00Z</dcterms:created>
  <dcterms:modified xsi:type="dcterms:W3CDTF">2017-12-07T03:03:00Z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